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781"/>
        <w:gridCol w:w="1588"/>
        <w:gridCol w:w="1588"/>
        <w:gridCol w:w="1842"/>
        <w:gridCol w:w="1842"/>
        <w:gridCol w:w="2240"/>
        <w:gridCol w:w="2268"/>
        <w:gridCol w:w="1517"/>
      </w:tblGrid>
      <w:tr w:rsidR="00A42A87" w:rsidRPr="006178CE" w:rsidTr="00A42A87">
        <w:tc>
          <w:tcPr>
            <w:tcW w:w="1781" w:type="dxa"/>
          </w:tcPr>
          <w:p w:rsidR="00A42A87" w:rsidRPr="001F691C" w:rsidRDefault="00A42A87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b/>
                <w:lang w:val="en-US"/>
              </w:rPr>
              <w:t>Indicator</w:t>
            </w:r>
          </w:p>
        </w:tc>
        <w:tc>
          <w:tcPr>
            <w:tcW w:w="1588" w:type="dxa"/>
          </w:tcPr>
          <w:p w:rsidR="00A42A87" w:rsidRPr="001F691C" w:rsidRDefault="00A42A87" w:rsidP="007D18B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29</w:t>
            </w:r>
          </w:p>
        </w:tc>
        <w:tc>
          <w:tcPr>
            <w:tcW w:w="1588" w:type="dxa"/>
          </w:tcPr>
          <w:p w:rsidR="00A42A87" w:rsidRPr="001F691C" w:rsidRDefault="00A42A87" w:rsidP="0024043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30</w:t>
            </w:r>
          </w:p>
        </w:tc>
        <w:tc>
          <w:tcPr>
            <w:tcW w:w="1842" w:type="dxa"/>
          </w:tcPr>
          <w:p w:rsidR="00A42A87" w:rsidRPr="00615745" w:rsidRDefault="00A42A87" w:rsidP="0088638B">
            <w:pPr>
              <w:jc w:val="center"/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Week 31</w:t>
            </w:r>
          </w:p>
        </w:tc>
        <w:tc>
          <w:tcPr>
            <w:tcW w:w="1842" w:type="dxa"/>
          </w:tcPr>
          <w:p w:rsidR="00A42A87" w:rsidRPr="001F691C" w:rsidRDefault="00A42A87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32</w:t>
            </w:r>
          </w:p>
        </w:tc>
        <w:tc>
          <w:tcPr>
            <w:tcW w:w="2240" w:type="dxa"/>
          </w:tcPr>
          <w:p w:rsidR="00A42A87" w:rsidRPr="006178CE" w:rsidRDefault="00A42A87" w:rsidP="005711A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33-34</w:t>
            </w:r>
          </w:p>
        </w:tc>
        <w:tc>
          <w:tcPr>
            <w:tcW w:w="2268" w:type="dxa"/>
          </w:tcPr>
          <w:p w:rsidR="00A42A87" w:rsidRPr="00C464FC" w:rsidRDefault="00A42A87" w:rsidP="005711A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35</w:t>
            </w:r>
          </w:p>
        </w:tc>
        <w:tc>
          <w:tcPr>
            <w:tcW w:w="1517" w:type="dxa"/>
          </w:tcPr>
          <w:p w:rsidR="00A42A87" w:rsidRPr="00615745" w:rsidRDefault="00A42A87" w:rsidP="006F696E">
            <w:pPr>
              <w:jc w:val="center"/>
              <w:rPr>
                <w:b/>
                <w:lang w:val="en-US"/>
              </w:rPr>
            </w:pPr>
          </w:p>
        </w:tc>
      </w:tr>
      <w:tr w:rsidR="00A42A87" w:rsidRPr="00615745" w:rsidTr="00A42A87">
        <w:trPr>
          <w:trHeight w:val="1620"/>
        </w:trPr>
        <w:tc>
          <w:tcPr>
            <w:tcW w:w="1781" w:type="dxa"/>
            <w:tcBorders>
              <w:bottom w:val="single" w:sz="4" w:space="0" w:color="auto"/>
            </w:tcBorders>
          </w:tcPr>
          <w:p w:rsidR="00A42A87" w:rsidRDefault="00A42A87" w:rsidP="00EE4265">
            <w:pPr>
              <w:pStyle w:val="Sinespaciado"/>
              <w:rPr>
                <w:rFonts w:ascii="Calibri" w:hAnsi="Calibri" w:cs="MyriadPro-Regular"/>
                <w:b/>
                <w:sz w:val="20"/>
                <w:szCs w:val="20"/>
                <w:lang w:val="en-US"/>
              </w:rPr>
            </w:pPr>
            <w:r w:rsidRPr="00D25D81">
              <w:rPr>
                <w:rFonts w:ascii="Calibri" w:hAnsi="Calibri" w:cs="MyriadPro-Regular"/>
                <w:b/>
                <w:sz w:val="20"/>
                <w:szCs w:val="20"/>
                <w:lang w:val="en-US"/>
              </w:rPr>
              <w:t>Oral: Listening</w:t>
            </w:r>
          </w:p>
          <w:p w:rsidR="00A42A87" w:rsidRPr="00487A89" w:rsidRDefault="00A42A87" w:rsidP="00EE4265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-</w:t>
            </w:r>
            <w:r w:rsidRPr="00487A89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Shows understanding of oral language by responding with actions or words</w:t>
            </w:r>
            <w:r w:rsidRPr="00487A89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  <w:p w:rsidR="00A42A87" w:rsidRDefault="00A42A87" w:rsidP="00615745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(Daily) </w:t>
            </w:r>
          </w:p>
          <w:p w:rsidR="00A42A87" w:rsidRPr="001164CE" w:rsidRDefault="00A42A87" w:rsidP="001F691C">
            <w:pPr>
              <w:pStyle w:val="Sinespaciado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A42A87" w:rsidRDefault="00A42A87" w:rsidP="007D18B7">
            <w:pPr>
              <w:rPr>
                <w:lang w:val="en-US"/>
              </w:rPr>
            </w:pPr>
            <w:r>
              <w:rPr>
                <w:lang w:val="en-US"/>
              </w:rPr>
              <w:t>Daily basis</w:t>
            </w:r>
          </w:p>
          <w:p w:rsidR="00A42A87" w:rsidRPr="00F05C6E" w:rsidRDefault="00A42A87" w:rsidP="007D18B7">
            <w:pPr>
              <w:pStyle w:val="Sinespaciad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A42A87" w:rsidRDefault="00A42A87" w:rsidP="00240437">
            <w:pPr>
              <w:rPr>
                <w:lang w:val="en-US"/>
              </w:rPr>
            </w:pPr>
            <w:r>
              <w:rPr>
                <w:lang w:val="en-US"/>
              </w:rPr>
              <w:t>Daily basis</w:t>
            </w:r>
          </w:p>
          <w:p w:rsidR="00A42A87" w:rsidRPr="00B34852" w:rsidRDefault="00A42A87" w:rsidP="00240437">
            <w:pPr>
              <w:rPr>
                <w:b/>
                <w:lang w:val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42A87" w:rsidRDefault="00A42A87" w:rsidP="0088638B">
            <w:pPr>
              <w:rPr>
                <w:lang w:val="en-US"/>
              </w:rPr>
            </w:pPr>
            <w:r>
              <w:rPr>
                <w:lang w:val="en-US"/>
              </w:rPr>
              <w:t>Daily basis</w:t>
            </w:r>
          </w:p>
          <w:p w:rsidR="00A42A87" w:rsidRPr="005A600A" w:rsidRDefault="00A42A87" w:rsidP="0088638B">
            <w:pPr>
              <w:rPr>
                <w:lang w:val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42A87" w:rsidRDefault="00A42A87" w:rsidP="00A42A87">
            <w:pPr>
              <w:rPr>
                <w:lang w:val="en-US"/>
              </w:rPr>
            </w:pPr>
            <w:r>
              <w:rPr>
                <w:lang w:val="en-US"/>
              </w:rPr>
              <w:t>Daily basis</w:t>
            </w:r>
          </w:p>
          <w:p w:rsidR="00A42A87" w:rsidRPr="00B34852" w:rsidRDefault="00A42A87" w:rsidP="00B34852">
            <w:pPr>
              <w:rPr>
                <w:b/>
                <w:lang w:val="en-US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:rsidR="00A42A87" w:rsidRDefault="00A42A87" w:rsidP="00A42A87">
            <w:pPr>
              <w:rPr>
                <w:lang w:val="en-US"/>
              </w:rPr>
            </w:pPr>
            <w:r>
              <w:rPr>
                <w:lang w:val="en-US"/>
              </w:rPr>
              <w:t>Daily basis</w:t>
            </w:r>
          </w:p>
          <w:p w:rsidR="00A42A87" w:rsidRPr="005A600A" w:rsidRDefault="00A42A87" w:rsidP="00615745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42A87" w:rsidRDefault="00A42A87" w:rsidP="00A42A87">
            <w:pPr>
              <w:rPr>
                <w:lang w:val="en-US"/>
              </w:rPr>
            </w:pPr>
            <w:r>
              <w:rPr>
                <w:lang w:val="en-US"/>
              </w:rPr>
              <w:t>Daily basis</w:t>
            </w:r>
          </w:p>
          <w:p w:rsidR="00A42A87" w:rsidRPr="005A600A" w:rsidRDefault="00A42A87" w:rsidP="00C464FC">
            <w:pPr>
              <w:rPr>
                <w:lang w:val="en-US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A42A87" w:rsidRPr="005A600A" w:rsidRDefault="00A42A87" w:rsidP="00FA2415">
            <w:pPr>
              <w:rPr>
                <w:lang w:val="en-US"/>
              </w:rPr>
            </w:pPr>
          </w:p>
        </w:tc>
      </w:tr>
      <w:tr w:rsidR="00A42A87" w:rsidRPr="00A42A87" w:rsidTr="00A42A87">
        <w:trPr>
          <w:trHeight w:val="1266"/>
        </w:trPr>
        <w:tc>
          <w:tcPr>
            <w:tcW w:w="1781" w:type="dxa"/>
            <w:tcBorders>
              <w:bottom w:val="single" w:sz="4" w:space="0" w:color="auto"/>
            </w:tcBorders>
          </w:tcPr>
          <w:p w:rsidR="00A42A87" w:rsidRDefault="00A42A87" w:rsidP="00EE4265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-Identifies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the structure of the story (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Plot: beginning-middle-end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).</w:t>
            </w:r>
          </w:p>
          <w:p w:rsidR="00A42A87" w:rsidRDefault="00A42A87" w:rsidP="00EE4265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0E3D54">
              <w:rPr>
                <w:rFonts w:ascii="Calibri" w:hAnsi="Calibri"/>
                <w:b/>
                <w:sz w:val="20"/>
                <w:szCs w:val="20"/>
                <w:lang w:val="en-US"/>
              </w:rPr>
              <w:t>Oral: Speaking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A42A87" w:rsidRDefault="00A42A87" w:rsidP="00EE4265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-Uses simple phrases in context to communicate, applying new vocabulary. (Answers WH questions showing understanding)</w:t>
            </w:r>
          </w:p>
          <w:p w:rsidR="00A42A87" w:rsidRPr="00E20E5B" w:rsidRDefault="00A42A87" w:rsidP="00E20E5B">
            <w:pPr>
              <w:pStyle w:val="Sinespaciado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E20E5B">
              <w:rPr>
                <w:rFonts w:asciiTheme="minorHAnsi" w:hAnsiTheme="minorHAnsi" w:cstheme="minorHAnsi"/>
                <w:b/>
                <w:sz w:val="20"/>
                <w:lang w:val="en-US"/>
              </w:rPr>
              <w:t>Written: Reading</w:t>
            </w:r>
          </w:p>
          <w:p w:rsidR="00A42A87" w:rsidRDefault="00A42A87" w:rsidP="00EE4265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-</w:t>
            </w:r>
            <w:r w:rsidRPr="00944B67">
              <w:rPr>
                <w:rFonts w:ascii="Calibri" w:hAnsi="Calibri"/>
                <w:sz w:val="20"/>
                <w:szCs w:val="20"/>
                <w:lang w:val="en-GB"/>
              </w:rPr>
              <w:t>Makes inferences of a text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.</w:t>
            </w:r>
          </w:p>
          <w:p w:rsidR="00A42A87" w:rsidRPr="00EE4265" w:rsidRDefault="00A42A87" w:rsidP="00EE4265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A42A87" w:rsidRPr="00615745" w:rsidRDefault="00A42A87" w:rsidP="00615745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A42A87" w:rsidRPr="00615745" w:rsidRDefault="00A42A87" w:rsidP="007D18B7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S</w:t>
            </w:r>
            <w:r>
              <w:rPr>
                <w:b/>
                <w:lang w:val="en-US"/>
              </w:rPr>
              <w:t>tations at the Library:</w:t>
            </w:r>
          </w:p>
          <w:p w:rsidR="00A42A87" w:rsidRPr="00615745" w:rsidRDefault="00A42A87" w:rsidP="007D18B7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 xml:space="preserve">Shared reading </w:t>
            </w:r>
          </w:p>
          <w:p w:rsidR="00A42A87" w:rsidRDefault="00A42A87" w:rsidP="007D18B7">
            <w:pPr>
              <w:rPr>
                <w:lang w:val="en-US"/>
              </w:rPr>
            </w:pPr>
            <w:r>
              <w:rPr>
                <w:lang w:val="en-US"/>
              </w:rPr>
              <w:t>A whale of a tale</w:t>
            </w:r>
          </w:p>
          <w:p w:rsidR="00A42A87" w:rsidRPr="00615745" w:rsidRDefault="00A42A87" w:rsidP="007D18B7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Interactive chart</w:t>
            </w:r>
          </w:p>
          <w:p w:rsidR="00A42A87" w:rsidRDefault="00A42A87" w:rsidP="007D18B7">
            <w:pPr>
              <w:rPr>
                <w:lang w:val="en-US"/>
              </w:rPr>
            </w:pPr>
            <w:r>
              <w:rPr>
                <w:lang w:val="en-US"/>
              </w:rPr>
              <w:t>What is it?</w:t>
            </w:r>
          </w:p>
          <w:p w:rsidR="00A42A87" w:rsidRPr="00615745" w:rsidRDefault="00A42A87" w:rsidP="007D18B7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Computers (Janet)</w:t>
            </w:r>
          </w:p>
          <w:p w:rsidR="00A42A87" w:rsidRDefault="00A42A87" w:rsidP="007D18B7">
            <w:pPr>
              <w:rPr>
                <w:lang w:val="en-US"/>
              </w:rPr>
            </w:pPr>
            <w:r>
              <w:rPr>
                <w:b/>
                <w:lang w:val="en-US"/>
              </w:rPr>
              <w:t xml:space="preserve">HFW practice </w:t>
            </w:r>
          </w:p>
          <w:p w:rsidR="00A42A87" w:rsidRPr="006178CE" w:rsidRDefault="00A42A87" w:rsidP="007D18B7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A42A87" w:rsidRPr="00615745" w:rsidRDefault="00A42A87" w:rsidP="00240437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S</w:t>
            </w:r>
            <w:r>
              <w:rPr>
                <w:b/>
                <w:lang w:val="en-US"/>
              </w:rPr>
              <w:t>tations at the Library:</w:t>
            </w:r>
          </w:p>
          <w:p w:rsidR="00A42A87" w:rsidRPr="00615745" w:rsidRDefault="00A42A87" w:rsidP="00240437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 xml:space="preserve">Shared reading </w:t>
            </w:r>
          </w:p>
          <w:p w:rsidR="00A42A87" w:rsidRDefault="00A42A87" w:rsidP="00240437">
            <w:pPr>
              <w:rPr>
                <w:lang w:val="en-US"/>
              </w:rPr>
            </w:pPr>
            <w:r>
              <w:rPr>
                <w:lang w:val="en-US"/>
              </w:rPr>
              <w:t>A whale of a tale</w:t>
            </w:r>
          </w:p>
          <w:p w:rsidR="00A42A87" w:rsidRPr="00615745" w:rsidRDefault="00A42A87" w:rsidP="00240437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Interactive chart</w:t>
            </w:r>
          </w:p>
          <w:p w:rsidR="00A42A87" w:rsidRDefault="00A42A87" w:rsidP="00240437">
            <w:pPr>
              <w:rPr>
                <w:lang w:val="en-US"/>
              </w:rPr>
            </w:pPr>
            <w:r>
              <w:rPr>
                <w:lang w:val="en-US"/>
              </w:rPr>
              <w:t>What is it?</w:t>
            </w:r>
          </w:p>
          <w:p w:rsidR="00A42A87" w:rsidRPr="00615745" w:rsidRDefault="00A42A87" w:rsidP="00240437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Computers (Janet)</w:t>
            </w:r>
          </w:p>
          <w:p w:rsidR="00A42A87" w:rsidRDefault="00A42A87" w:rsidP="00240437">
            <w:pPr>
              <w:rPr>
                <w:lang w:val="en-US"/>
              </w:rPr>
            </w:pPr>
            <w:r>
              <w:rPr>
                <w:lang w:val="en-US"/>
              </w:rPr>
              <w:t xml:space="preserve">Interactive chart </w:t>
            </w:r>
          </w:p>
          <w:p w:rsidR="00A42A87" w:rsidRDefault="00A42A87" w:rsidP="00240437">
            <w:pPr>
              <w:rPr>
                <w:rFonts w:cstheme="minorHAnsi"/>
                <w:b/>
                <w:sz w:val="20"/>
                <w:szCs w:val="20"/>
                <w:lang w:val="en-GB"/>
              </w:rPr>
            </w:pPr>
            <w:r>
              <w:rPr>
                <w:lang w:val="en-US"/>
              </w:rPr>
              <w:t>“</w:t>
            </w:r>
            <w:proofErr w:type="gramStart"/>
            <w:r>
              <w:rPr>
                <w:lang w:val="en-US"/>
              </w:rPr>
              <w:t>what</w:t>
            </w:r>
            <w:proofErr w:type="gramEnd"/>
            <w:r>
              <w:rPr>
                <w:lang w:val="en-US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  <w:lang w:val="en-GB"/>
              </w:rPr>
              <w:t>Is it?</w:t>
            </w:r>
          </w:p>
          <w:p w:rsidR="00A42A87" w:rsidRPr="004B48F8" w:rsidRDefault="00A42A87" w:rsidP="00240437">
            <w:pPr>
              <w:rPr>
                <w:rFonts w:cstheme="minorHAnsi"/>
                <w:b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sz w:val="20"/>
                <w:szCs w:val="20"/>
                <w:lang w:val="en-GB"/>
              </w:rPr>
              <w:t>(Notebook finish the colour words and draw their own butterfly)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42A87" w:rsidRPr="00615745" w:rsidRDefault="00A42A87" w:rsidP="0088638B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S</w:t>
            </w:r>
            <w:r>
              <w:rPr>
                <w:b/>
                <w:lang w:val="en-US"/>
              </w:rPr>
              <w:t>tations at the Library:</w:t>
            </w:r>
          </w:p>
          <w:p w:rsidR="00A42A87" w:rsidRPr="00615745" w:rsidRDefault="00A42A87" w:rsidP="0088638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  <w:r w:rsidRPr="00615745">
              <w:rPr>
                <w:b/>
                <w:lang w:val="en-US"/>
              </w:rPr>
              <w:t xml:space="preserve">Shared reading </w:t>
            </w:r>
          </w:p>
          <w:p w:rsidR="00A42A87" w:rsidRDefault="00A42A87" w:rsidP="0088638B">
            <w:pPr>
              <w:rPr>
                <w:lang w:val="en-US"/>
              </w:rPr>
            </w:pPr>
            <w:r>
              <w:rPr>
                <w:lang w:val="en-US"/>
              </w:rPr>
              <w:t>Biscuit</w:t>
            </w:r>
          </w:p>
          <w:p w:rsidR="00A42A87" w:rsidRDefault="00A42A87" w:rsidP="0088638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  <w:r w:rsidRPr="00615745">
              <w:rPr>
                <w:b/>
                <w:lang w:val="en-US"/>
              </w:rPr>
              <w:t>Interactiv</w:t>
            </w:r>
            <w:r>
              <w:rPr>
                <w:b/>
                <w:lang w:val="en-US"/>
              </w:rPr>
              <w:t>e</w:t>
            </w:r>
          </w:p>
          <w:p w:rsidR="00A42A87" w:rsidRPr="00615745" w:rsidRDefault="00A42A87" w:rsidP="0088638B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 xml:space="preserve"> chart</w:t>
            </w:r>
          </w:p>
          <w:p w:rsidR="00A42A87" w:rsidRDefault="00A42A87" w:rsidP="0088638B">
            <w:pPr>
              <w:rPr>
                <w:lang w:val="en-US"/>
              </w:rPr>
            </w:pPr>
            <w:r>
              <w:rPr>
                <w:lang w:val="en-US"/>
              </w:rPr>
              <w:t>What is it?</w:t>
            </w:r>
          </w:p>
          <w:p w:rsidR="00A42A87" w:rsidRPr="00615745" w:rsidRDefault="00A42A87" w:rsidP="0088638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  <w:r w:rsidRPr="00615745">
              <w:rPr>
                <w:b/>
                <w:lang w:val="en-US"/>
              </w:rPr>
              <w:t>Computers (Janet)</w:t>
            </w:r>
          </w:p>
          <w:p w:rsidR="00A42A87" w:rsidRPr="00433C4B" w:rsidRDefault="00A42A87" w:rsidP="0088638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  <w:r w:rsidRPr="00433C4B">
              <w:rPr>
                <w:b/>
                <w:lang w:val="en-US"/>
              </w:rPr>
              <w:t xml:space="preserve"> Independent:</w:t>
            </w:r>
            <w:r>
              <w:rPr>
                <w:b/>
                <w:lang w:val="en-US"/>
              </w:rPr>
              <w:t xml:space="preserve"> sharing of homework a. (a question for a whale?)</w:t>
            </w:r>
            <w:r w:rsidRPr="00433C4B">
              <w:rPr>
                <w:b/>
                <w:lang w:val="en-US"/>
              </w:rPr>
              <w:t xml:space="preserve"> </w:t>
            </w:r>
          </w:p>
          <w:p w:rsidR="00A42A87" w:rsidRPr="002825A2" w:rsidRDefault="00A42A87" w:rsidP="0088638B">
            <w:pPr>
              <w:ind w:left="360"/>
              <w:rPr>
                <w:lang w:val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42A87" w:rsidRPr="00615745" w:rsidRDefault="00A42A87" w:rsidP="00A42A87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S</w:t>
            </w:r>
            <w:r>
              <w:rPr>
                <w:b/>
                <w:lang w:val="en-US"/>
              </w:rPr>
              <w:t>tations at the Library:</w:t>
            </w:r>
          </w:p>
          <w:p w:rsidR="00A42A87" w:rsidRPr="00615745" w:rsidRDefault="00A42A87" w:rsidP="00A42A8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  <w:r w:rsidRPr="00615745">
              <w:rPr>
                <w:b/>
                <w:lang w:val="en-US"/>
              </w:rPr>
              <w:t xml:space="preserve">Shared reading </w:t>
            </w:r>
          </w:p>
          <w:p w:rsidR="00A42A87" w:rsidRDefault="00A42A87" w:rsidP="00A42A87">
            <w:pPr>
              <w:rPr>
                <w:lang w:val="en-US"/>
              </w:rPr>
            </w:pPr>
            <w:r>
              <w:rPr>
                <w:lang w:val="en-US"/>
              </w:rPr>
              <w:t>Biscuit</w:t>
            </w:r>
          </w:p>
          <w:p w:rsidR="00A42A87" w:rsidRDefault="00A42A87" w:rsidP="00A42A8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  <w:r w:rsidRPr="00615745">
              <w:rPr>
                <w:b/>
                <w:lang w:val="en-US"/>
              </w:rPr>
              <w:t>Interactiv</w:t>
            </w:r>
            <w:r>
              <w:rPr>
                <w:b/>
                <w:lang w:val="en-US"/>
              </w:rPr>
              <w:t>e</w:t>
            </w:r>
          </w:p>
          <w:p w:rsidR="00A42A87" w:rsidRPr="00615745" w:rsidRDefault="00A42A87" w:rsidP="00A42A87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 xml:space="preserve"> chart</w:t>
            </w:r>
          </w:p>
          <w:p w:rsidR="00A42A87" w:rsidRDefault="00A42A87" w:rsidP="00A42A87">
            <w:pPr>
              <w:rPr>
                <w:lang w:val="en-US"/>
              </w:rPr>
            </w:pPr>
            <w:r>
              <w:rPr>
                <w:lang w:val="en-US"/>
              </w:rPr>
              <w:t>Summer show</w:t>
            </w:r>
          </w:p>
          <w:p w:rsidR="00A42A87" w:rsidRPr="00615745" w:rsidRDefault="00A42A87" w:rsidP="00A42A8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  <w:r w:rsidRPr="00615745">
              <w:rPr>
                <w:b/>
                <w:lang w:val="en-US"/>
              </w:rPr>
              <w:t>Computers (Janet)</w:t>
            </w:r>
          </w:p>
          <w:p w:rsidR="00A42A87" w:rsidRDefault="00A42A87" w:rsidP="00A42A8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  <w:r w:rsidRPr="00433C4B">
              <w:rPr>
                <w:b/>
                <w:lang w:val="en-US"/>
              </w:rPr>
              <w:t xml:space="preserve"> Independent:</w:t>
            </w:r>
            <w:r>
              <w:rPr>
                <w:b/>
                <w:lang w:val="en-US"/>
              </w:rPr>
              <w:t xml:space="preserve"> </w:t>
            </w:r>
          </w:p>
          <w:p w:rsidR="00A42A87" w:rsidRPr="00A42A87" w:rsidRDefault="00A42A87" w:rsidP="00A42A87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A42A87">
              <w:rPr>
                <w:lang w:val="en-US"/>
              </w:rPr>
              <w:t>Sound booklet N</w:t>
            </w: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:rsidR="00A42A87" w:rsidRPr="00615745" w:rsidRDefault="00A42A87" w:rsidP="00A42A87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S</w:t>
            </w:r>
            <w:r>
              <w:rPr>
                <w:b/>
                <w:lang w:val="en-US"/>
              </w:rPr>
              <w:t>tations at the Library:</w:t>
            </w:r>
          </w:p>
          <w:p w:rsidR="00A42A87" w:rsidRPr="00615745" w:rsidRDefault="00A42A87" w:rsidP="00A42A8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  <w:r w:rsidRPr="00615745">
              <w:rPr>
                <w:b/>
                <w:lang w:val="en-US"/>
              </w:rPr>
              <w:t xml:space="preserve">Shared reading </w:t>
            </w:r>
          </w:p>
          <w:p w:rsidR="00A42A87" w:rsidRDefault="00A42A87" w:rsidP="00A42A87">
            <w:pPr>
              <w:rPr>
                <w:lang w:val="en-US"/>
              </w:rPr>
            </w:pPr>
            <w:r>
              <w:rPr>
                <w:lang w:val="en-US"/>
              </w:rPr>
              <w:t>Dear Zoo</w:t>
            </w:r>
          </w:p>
          <w:p w:rsidR="00A42A87" w:rsidRDefault="00A42A87" w:rsidP="00A42A8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  <w:r w:rsidRPr="00615745">
              <w:rPr>
                <w:b/>
                <w:lang w:val="en-US"/>
              </w:rPr>
              <w:t>Interactiv</w:t>
            </w:r>
            <w:r>
              <w:rPr>
                <w:b/>
                <w:lang w:val="en-US"/>
              </w:rPr>
              <w:t>e</w:t>
            </w:r>
          </w:p>
          <w:p w:rsidR="00A42A87" w:rsidRDefault="00A42A87" w:rsidP="00A42A87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 xml:space="preserve"> </w:t>
            </w:r>
            <w:r w:rsidRPr="00615745">
              <w:rPr>
                <w:b/>
                <w:lang w:val="en-US"/>
              </w:rPr>
              <w:t>C</w:t>
            </w:r>
            <w:r w:rsidRPr="00615745">
              <w:rPr>
                <w:b/>
                <w:lang w:val="en-US"/>
              </w:rPr>
              <w:t>hart</w:t>
            </w:r>
          </w:p>
          <w:p w:rsidR="00A42A87" w:rsidRPr="00A42A87" w:rsidRDefault="00A42A87" w:rsidP="00A42A87">
            <w:pPr>
              <w:rPr>
                <w:lang w:val="en-US"/>
              </w:rPr>
            </w:pPr>
            <w:r w:rsidRPr="00A42A87">
              <w:rPr>
                <w:lang w:val="en-US"/>
              </w:rPr>
              <w:t>Summer show</w:t>
            </w:r>
          </w:p>
          <w:p w:rsidR="00A42A87" w:rsidRPr="00615745" w:rsidRDefault="00A42A87" w:rsidP="00A42A8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  <w:r w:rsidRPr="00615745">
              <w:rPr>
                <w:b/>
                <w:lang w:val="en-US"/>
              </w:rPr>
              <w:t>Computers (Janet)</w:t>
            </w:r>
          </w:p>
          <w:p w:rsidR="00A42A87" w:rsidRDefault="00A42A87" w:rsidP="0061574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  <w:r w:rsidRPr="00433C4B">
              <w:rPr>
                <w:b/>
                <w:lang w:val="en-US"/>
              </w:rPr>
              <w:t xml:space="preserve"> Independent:</w:t>
            </w:r>
            <w:r>
              <w:rPr>
                <w:b/>
                <w:lang w:val="en-US"/>
              </w:rPr>
              <w:t xml:space="preserve"> </w:t>
            </w:r>
          </w:p>
          <w:p w:rsidR="00A42A87" w:rsidRPr="00A42A87" w:rsidRDefault="00A42A87" w:rsidP="00615745">
            <w:pPr>
              <w:rPr>
                <w:lang w:val="en-US"/>
              </w:rPr>
            </w:pPr>
            <w:r w:rsidRPr="00A42A87">
              <w:rPr>
                <w:lang w:val="en-US"/>
              </w:rPr>
              <w:t>Sound booklet</w:t>
            </w:r>
            <w:r>
              <w:rPr>
                <w:lang w:val="en-US"/>
              </w:rPr>
              <w:t xml:space="preserve"> R</w:t>
            </w:r>
          </w:p>
          <w:p w:rsidR="00A42A87" w:rsidRDefault="00A42A87" w:rsidP="00615745">
            <w:pPr>
              <w:jc w:val="both"/>
              <w:rPr>
                <w:lang w:val="en-US"/>
              </w:rPr>
            </w:pPr>
          </w:p>
          <w:p w:rsidR="00A42A87" w:rsidRPr="005A600A" w:rsidRDefault="00A42A87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42A87" w:rsidRPr="00615745" w:rsidRDefault="00A42A87" w:rsidP="00A42A87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S</w:t>
            </w:r>
            <w:r>
              <w:rPr>
                <w:b/>
                <w:lang w:val="en-US"/>
              </w:rPr>
              <w:t>tations at the Library:</w:t>
            </w:r>
          </w:p>
          <w:p w:rsidR="00A42A87" w:rsidRPr="00615745" w:rsidRDefault="00A42A87" w:rsidP="00A42A8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  <w:r>
              <w:rPr>
                <w:b/>
                <w:lang w:val="en-US"/>
              </w:rPr>
              <w:t>Read Aloud</w:t>
            </w:r>
            <w:r w:rsidRPr="00615745">
              <w:rPr>
                <w:b/>
                <w:lang w:val="en-US"/>
              </w:rPr>
              <w:t xml:space="preserve"> </w:t>
            </w:r>
          </w:p>
          <w:p w:rsidR="00A42A87" w:rsidRDefault="00A42A87" w:rsidP="00A42A87">
            <w:pPr>
              <w:rPr>
                <w:lang w:val="en-US"/>
              </w:rPr>
            </w:pPr>
            <w:r>
              <w:rPr>
                <w:lang w:val="en-US"/>
              </w:rPr>
              <w:t>Daddy</w:t>
            </w:r>
          </w:p>
          <w:p w:rsidR="00A42A87" w:rsidRPr="00A42A87" w:rsidRDefault="00A42A87" w:rsidP="00A42A8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  <w:r>
              <w:rPr>
                <w:b/>
                <w:lang w:val="en-US"/>
              </w:rPr>
              <w:t>Sequence cards</w:t>
            </w:r>
          </w:p>
          <w:p w:rsidR="00A42A87" w:rsidRPr="00615745" w:rsidRDefault="00A42A87" w:rsidP="00A42A8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  <w:r w:rsidRPr="00615745">
              <w:rPr>
                <w:b/>
                <w:lang w:val="en-US"/>
              </w:rPr>
              <w:t>Computers (Janet)</w:t>
            </w:r>
          </w:p>
          <w:p w:rsidR="00A42A87" w:rsidRDefault="00A42A87" w:rsidP="00A42A8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  <w:r w:rsidRPr="00433C4B">
              <w:rPr>
                <w:b/>
                <w:lang w:val="en-US"/>
              </w:rPr>
              <w:t xml:space="preserve"> Independent:</w:t>
            </w:r>
            <w:r>
              <w:rPr>
                <w:b/>
                <w:lang w:val="en-US"/>
              </w:rPr>
              <w:t xml:space="preserve"> </w:t>
            </w:r>
          </w:p>
          <w:p w:rsidR="00A42A87" w:rsidRDefault="00A42A87" w:rsidP="00A42A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Dear zoo (Write/draw about their own pet)</w:t>
            </w:r>
          </w:p>
          <w:p w:rsidR="00A42A87" w:rsidRPr="005A600A" w:rsidRDefault="00A42A87">
            <w:pPr>
              <w:rPr>
                <w:lang w:val="en-US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A42A87" w:rsidRPr="005A600A" w:rsidRDefault="00A42A87" w:rsidP="00536452">
            <w:pPr>
              <w:rPr>
                <w:lang w:val="en-US"/>
              </w:rPr>
            </w:pPr>
          </w:p>
        </w:tc>
      </w:tr>
      <w:tr w:rsidR="00A42A87" w:rsidRPr="00F05C6E" w:rsidTr="00A42A87">
        <w:trPr>
          <w:trHeight w:val="2334"/>
        </w:trPr>
        <w:tc>
          <w:tcPr>
            <w:tcW w:w="1781" w:type="dxa"/>
          </w:tcPr>
          <w:p w:rsidR="00A42A87" w:rsidRDefault="00A42A87" w:rsidP="00C331DD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E3D54">
              <w:rPr>
                <w:rFonts w:ascii="Calibri" w:hAnsi="Calibri"/>
                <w:b/>
                <w:sz w:val="20"/>
                <w:szCs w:val="20"/>
                <w:lang w:val="en-US"/>
              </w:rPr>
              <w:t>Oral: Speaking</w:t>
            </w:r>
          </w:p>
          <w:p w:rsidR="00A42A87" w:rsidRDefault="00A42A87" w:rsidP="00C331DD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Gives examples of words with the ending sounds requested. (M, N, T, TH).</w:t>
            </w:r>
          </w:p>
          <w:p w:rsidR="00A42A87" w:rsidRDefault="00A42A87" w:rsidP="00C331DD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A42A87" w:rsidRDefault="00A42A87" w:rsidP="00C331DD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A42A87" w:rsidRPr="00861282" w:rsidRDefault="00A42A87" w:rsidP="00EE4265">
            <w:pPr>
              <w:pStyle w:val="Sinespaciado"/>
              <w:rPr>
                <w:lang w:val="en-US"/>
              </w:rPr>
            </w:pPr>
          </w:p>
        </w:tc>
        <w:tc>
          <w:tcPr>
            <w:tcW w:w="1588" w:type="dxa"/>
          </w:tcPr>
          <w:p w:rsidR="00A42A87" w:rsidRDefault="00A42A87" w:rsidP="007D18B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Stations:</w:t>
            </w:r>
          </w:p>
          <w:p w:rsidR="00A42A87" w:rsidRPr="009D55ED" w:rsidRDefault="00A42A87" w:rsidP="007D18B7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-Phonemic awareness with Fabio</w:t>
            </w:r>
          </w:p>
          <w:p w:rsidR="00A42A87" w:rsidRPr="009D55ED" w:rsidRDefault="00A42A87" w:rsidP="007D18B7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-Diff. reading</w:t>
            </w:r>
          </w:p>
          <w:p w:rsidR="00A42A87" w:rsidRPr="00861282" w:rsidRDefault="00A42A87" w:rsidP="007D18B7">
            <w:pPr>
              <w:rPr>
                <w:lang w:val="en-US"/>
              </w:rPr>
            </w:pPr>
            <w:r w:rsidRPr="009D55ED">
              <w:rPr>
                <w:b/>
                <w:lang w:val="en-US"/>
              </w:rPr>
              <w:t>-</w:t>
            </w:r>
            <w:r>
              <w:rPr>
                <w:b/>
                <w:lang w:val="en-US"/>
              </w:rPr>
              <w:t>Fine/</w:t>
            </w:r>
            <w:r w:rsidRPr="009D55ED">
              <w:rPr>
                <w:b/>
                <w:lang w:val="en-US"/>
              </w:rPr>
              <w:t>Gross Motor skills</w:t>
            </w:r>
          </w:p>
        </w:tc>
        <w:tc>
          <w:tcPr>
            <w:tcW w:w="1588" w:type="dxa"/>
          </w:tcPr>
          <w:p w:rsidR="00A42A87" w:rsidRDefault="00A42A87" w:rsidP="0024043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Stations:</w:t>
            </w:r>
          </w:p>
          <w:p w:rsidR="00A42A87" w:rsidRPr="009D55ED" w:rsidRDefault="00A42A87" w:rsidP="00240437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-Phonemic awareness with Fabio</w:t>
            </w:r>
          </w:p>
          <w:p w:rsidR="00A42A87" w:rsidRPr="009D55ED" w:rsidRDefault="00A42A87" w:rsidP="00240437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-Diff. reading</w:t>
            </w:r>
          </w:p>
          <w:p w:rsidR="00A42A87" w:rsidRPr="00AD48C4" w:rsidRDefault="00A42A87" w:rsidP="00240437">
            <w:pPr>
              <w:rPr>
                <w:lang w:val="en-US"/>
              </w:rPr>
            </w:pPr>
            <w:r w:rsidRPr="009D55ED">
              <w:rPr>
                <w:b/>
                <w:lang w:val="en-US"/>
              </w:rPr>
              <w:t>-</w:t>
            </w:r>
            <w:r>
              <w:rPr>
                <w:b/>
                <w:lang w:val="en-US"/>
              </w:rPr>
              <w:t>Fine/</w:t>
            </w:r>
            <w:r w:rsidRPr="009D55ED">
              <w:rPr>
                <w:b/>
                <w:lang w:val="en-US"/>
              </w:rPr>
              <w:t>Gross Motor skills</w:t>
            </w:r>
          </w:p>
        </w:tc>
        <w:tc>
          <w:tcPr>
            <w:tcW w:w="1842" w:type="dxa"/>
          </w:tcPr>
          <w:p w:rsidR="00A42A87" w:rsidRDefault="00A42A87" w:rsidP="0088638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Stations:</w:t>
            </w:r>
          </w:p>
          <w:p w:rsidR="00A42A87" w:rsidRPr="009D55ED" w:rsidRDefault="00A42A87" w:rsidP="0088638B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-Phonemic awareness with Fabio</w:t>
            </w:r>
          </w:p>
          <w:p w:rsidR="00A42A87" w:rsidRPr="009D55ED" w:rsidRDefault="00A42A87" w:rsidP="0088638B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-Diff. reading</w:t>
            </w:r>
          </w:p>
          <w:p w:rsidR="00A42A87" w:rsidRPr="00AD48C4" w:rsidRDefault="00A42A87" w:rsidP="0088638B">
            <w:pPr>
              <w:rPr>
                <w:lang w:val="en-US"/>
              </w:rPr>
            </w:pPr>
            <w:r w:rsidRPr="009D55ED">
              <w:rPr>
                <w:b/>
                <w:lang w:val="en-US"/>
              </w:rPr>
              <w:t>-</w:t>
            </w:r>
            <w:r>
              <w:rPr>
                <w:b/>
                <w:lang w:val="en-US"/>
              </w:rPr>
              <w:t>Fine/</w:t>
            </w:r>
            <w:r w:rsidRPr="009D55ED">
              <w:rPr>
                <w:b/>
                <w:lang w:val="en-US"/>
              </w:rPr>
              <w:t>Gross Motor skills</w:t>
            </w:r>
          </w:p>
        </w:tc>
        <w:tc>
          <w:tcPr>
            <w:tcW w:w="1842" w:type="dxa"/>
          </w:tcPr>
          <w:p w:rsidR="00A42A87" w:rsidRDefault="00A42A87" w:rsidP="00A42A8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Stations:</w:t>
            </w:r>
          </w:p>
          <w:p w:rsidR="00A42A87" w:rsidRPr="009D55ED" w:rsidRDefault="00A42A87" w:rsidP="00A42A87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-Phonemic awareness with Fabio</w:t>
            </w:r>
          </w:p>
          <w:p w:rsidR="00A42A87" w:rsidRPr="009D55ED" w:rsidRDefault="00A42A87" w:rsidP="00A42A87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-Diff. reading</w:t>
            </w:r>
          </w:p>
          <w:p w:rsidR="00A42A87" w:rsidRPr="00AD48C4" w:rsidRDefault="00A42A87" w:rsidP="00A42A87">
            <w:pPr>
              <w:rPr>
                <w:lang w:val="en-US"/>
              </w:rPr>
            </w:pPr>
            <w:r w:rsidRPr="009D55ED">
              <w:rPr>
                <w:b/>
                <w:lang w:val="en-US"/>
              </w:rPr>
              <w:t>-</w:t>
            </w:r>
            <w:r>
              <w:rPr>
                <w:b/>
                <w:lang w:val="en-US"/>
              </w:rPr>
              <w:t>Fine/</w:t>
            </w:r>
            <w:r w:rsidRPr="009D55ED">
              <w:rPr>
                <w:b/>
                <w:lang w:val="en-US"/>
              </w:rPr>
              <w:t>Gross Motor skills</w:t>
            </w:r>
          </w:p>
        </w:tc>
        <w:tc>
          <w:tcPr>
            <w:tcW w:w="2240" w:type="dxa"/>
          </w:tcPr>
          <w:p w:rsidR="00A42A87" w:rsidRDefault="00A42A87" w:rsidP="00A42A8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Stations:</w:t>
            </w:r>
          </w:p>
          <w:p w:rsidR="00A42A87" w:rsidRPr="009D55ED" w:rsidRDefault="00A42A87" w:rsidP="00A42A87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-Phonemic awareness with Fabio</w:t>
            </w:r>
          </w:p>
          <w:p w:rsidR="00A42A87" w:rsidRPr="009D55ED" w:rsidRDefault="00A42A87" w:rsidP="00A42A87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-Diff. reading</w:t>
            </w:r>
          </w:p>
          <w:p w:rsidR="00A42A87" w:rsidRPr="00AD48C4" w:rsidRDefault="00A42A87" w:rsidP="00A42A87">
            <w:pPr>
              <w:rPr>
                <w:lang w:val="en-US"/>
              </w:rPr>
            </w:pPr>
            <w:r w:rsidRPr="009D55ED">
              <w:rPr>
                <w:b/>
                <w:lang w:val="en-US"/>
              </w:rPr>
              <w:t>-</w:t>
            </w:r>
            <w:r>
              <w:rPr>
                <w:b/>
                <w:lang w:val="en-US"/>
              </w:rPr>
              <w:t>Fine/</w:t>
            </w:r>
            <w:r w:rsidRPr="009D55ED">
              <w:rPr>
                <w:b/>
                <w:lang w:val="en-US"/>
              </w:rPr>
              <w:t>Gross Motor skills</w:t>
            </w:r>
          </w:p>
        </w:tc>
        <w:tc>
          <w:tcPr>
            <w:tcW w:w="2268" w:type="dxa"/>
          </w:tcPr>
          <w:p w:rsidR="00A42A87" w:rsidRDefault="00A42A87" w:rsidP="00A42A8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Stations:</w:t>
            </w:r>
          </w:p>
          <w:p w:rsidR="00A42A87" w:rsidRPr="009D55ED" w:rsidRDefault="00A42A87" w:rsidP="00A42A87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-Phonemic awareness with Fabio</w:t>
            </w:r>
          </w:p>
          <w:p w:rsidR="00A42A87" w:rsidRPr="009D55ED" w:rsidRDefault="00A42A87" w:rsidP="00A42A87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-Diff. reading</w:t>
            </w:r>
          </w:p>
          <w:p w:rsidR="00A42A87" w:rsidRPr="00AD48C4" w:rsidRDefault="00A42A87" w:rsidP="00A42A87">
            <w:pPr>
              <w:rPr>
                <w:lang w:val="en-US"/>
              </w:rPr>
            </w:pPr>
            <w:r w:rsidRPr="009D55ED">
              <w:rPr>
                <w:b/>
                <w:lang w:val="en-US"/>
              </w:rPr>
              <w:t>-</w:t>
            </w:r>
            <w:r>
              <w:rPr>
                <w:b/>
                <w:lang w:val="en-US"/>
              </w:rPr>
              <w:t>Fine/</w:t>
            </w:r>
            <w:r w:rsidRPr="009D55ED">
              <w:rPr>
                <w:b/>
                <w:lang w:val="en-US"/>
              </w:rPr>
              <w:t>Gross Motor skills</w:t>
            </w:r>
          </w:p>
        </w:tc>
        <w:tc>
          <w:tcPr>
            <w:tcW w:w="1517" w:type="dxa"/>
          </w:tcPr>
          <w:p w:rsidR="00A42A87" w:rsidRPr="00AD48C4" w:rsidRDefault="00A42A87" w:rsidP="006F696E">
            <w:pPr>
              <w:rPr>
                <w:lang w:val="en-US"/>
              </w:rPr>
            </w:pPr>
          </w:p>
        </w:tc>
      </w:tr>
      <w:tr w:rsidR="00A42A87" w:rsidRPr="00433C4B" w:rsidTr="00A42A87">
        <w:trPr>
          <w:trHeight w:val="1272"/>
        </w:trPr>
        <w:tc>
          <w:tcPr>
            <w:tcW w:w="1781" w:type="dxa"/>
          </w:tcPr>
          <w:p w:rsidR="00A42A87" w:rsidRDefault="00A42A87" w:rsidP="00EE4265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D25D81">
              <w:rPr>
                <w:rFonts w:ascii="Calibri" w:hAnsi="Calibri" w:cs="MyriadPro-Regular"/>
                <w:b/>
                <w:sz w:val="20"/>
                <w:szCs w:val="20"/>
                <w:lang w:val="en-US"/>
              </w:rPr>
              <w:t>Oral: Listening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A42A87" w:rsidRDefault="00A42A87" w:rsidP="00EE4265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Listens to and r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ecognizes words in sentences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and songs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. (Summer show songs)</w:t>
            </w:r>
          </w:p>
          <w:p w:rsidR="00A42A87" w:rsidRDefault="00A42A87" w:rsidP="00EE4265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lastRenderedPageBreak/>
              <w:t xml:space="preserve">-Identifies some beginning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words. (Summer show song) (Beg: R S N TH, ending: sounds :( M N T TH)</w:t>
            </w:r>
          </w:p>
          <w:p w:rsidR="00A42A87" w:rsidRDefault="00A42A87" w:rsidP="00EE4265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E3D54">
              <w:rPr>
                <w:rFonts w:ascii="Calibri" w:hAnsi="Calibri"/>
                <w:b/>
                <w:sz w:val="20"/>
                <w:szCs w:val="20"/>
                <w:lang w:val="en-US"/>
              </w:rPr>
              <w:t>Oral: Speaking</w:t>
            </w:r>
          </w:p>
          <w:p w:rsidR="00A42A87" w:rsidRDefault="00A42A87" w:rsidP="00EE4265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Gives examples of words with the ending sounds requested. (M, N, T, TH).</w:t>
            </w:r>
          </w:p>
          <w:p w:rsidR="00A42A87" w:rsidRDefault="00A42A87" w:rsidP="00EE4265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A42A87" w:rsidRDefault="00A42A87" w:rsidP="00EE4265">
            <w:pPr>
              <w:pStyle w:val="Sinespaciad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A42A87" w:rsidRDefault="00A42A87" w:rsidP="00D536B9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A42A87" w:rsidRPr="00E54AE3" w:rsidRDefault="00A42A87">
            <w:pPr>
              <w:rPr>
                <w:lang w:val="en-US"/>
              </w:rPr>
            </w:pPr>
          </w:p>
        </w:tc>
        <w:tc>
          <w:tcPr>
            <w:tcW w:w="1588" w:type="dxa"/>
          </w:tcPr>
          <w:p w:rsidR="00A42A87" w:rsidRPr="00FA53AC" w:rsidRDefault="00A42A87" w:rsidP="007D18B7">
            <w:pPr>
              <w:rPr>
                <w:lang w:val="en-US"/>
              </w:rPr>
            </w:pPr>
          </w:p>
        </w:tc>
        <w:tc>
          <w:tcPr>
            <w:tcW w:w="1588" w:type="dxa"/>
          </w:tcPr>
          <w:p w:rsidR="00A42A87" w:rsidRDefault="00A42A87" w:rsidP="00240437">
            <w:pPr>
              <w:rPr>
                <w:b/>
                <w:lang w:val="en-GB"/>
              </w:rPr>
            </w:pPr>
            <w:r w:rsidRPr="00D536B9">
              <w:rPr>
                <w:b/>
                <w:lang w:val="en-GB"/>
              </w:rPr>
              <w:t xml:space="preserve">Stations: </w:t>
            </w:r>
          </w:p>
          <w:p w:rsidR="00A42A87" w:rsidRPr="00C331DD" w:rsidRDefault="00A42A87" w:rsidP="00240437">
            <w:pPr>
              <w:rPr>
                <w:lang w:val="en-GB"/>
              </w:rPr>
            </w:pPr>
            <w:r>
              <w:rPr>
                <w:b/>
                <w:lang w:val="en-GB"/>
              </w:rPr>
              <w:t>-</w:t>
            </w:r>
            <w:r w:rsidRPr="00C331DD">
              <w:rPr>
                <w:b/>
                <w:lang w:val="en-GB"/>
              </w:rPr>
              <w:t>Introducing new sound</w:t>
            </w:r>
            <w:r w:rsidRPr="00C331DD">
              <w:rPr>
                <w:lang w:val="en-GB"/>
              </w:rPr>
              <w:t xml:space="preserve"> (F) (Teacher)</w:t>
            </w:r>
          </w:p>
          <w:p w:rsidR="00A42A87" w:rsidRPr="00C331DD" w:rsidRDefault="00A42A87" w:rsidP="00240437">
            <w:pPr>
              <w:rPr>
                <w:lang w:val="en-GB"/>
              </w:rPr>
            </w:pPr>
            <w:r w:rsidRPr="00C331DD">
              <w:rPr>
                <w:lang w:val="en-GB"/>
              </w:rPr>
              <w:t>-</w:t>
            </w:r>
            <w:r w:rsidRPr="00C331DD">
              <w:rPr>
                <w:b/>
                <w:lang w:val="en-GB"/>
              </w:rPr>
              <w:t xml:space="preserve">Summer </w:t>
            </w:r>
            <w:r w:rsidRPr="00C331DD">
              <w:rPr>
                <w:b/>
                <w:lang w:val="en-GB"/>
              </w:rPr>
              <w:lastRenderedPageBreak/>
              <w:t>show song</w:t>
            </w:r>
            <w:r w:rsidRPr="00C331DD">
              <w:rPr>
                <w:lang w:val="en-GB"/>
              </w:rPr>
              <w:t xml:space="preserve"> (Teacher)</w:t>
            </w:r>
          </w:p>
          <w:p w:rsidR="00A42A87" w:rsidRDefault="00A42A87" w:rsidP="00240437">
            <w:pPr>
              <w:rPr>
                <w:rFonts w:ascii="Verdana" w:hAnsi="Verdana"/>
                <w:color w:val="4F81BD" w:themeColor="accent1"/>
                <w:sz w:val="16"/>
                <w:szCs w:val="16"/>
                <w:u w:val="single"/>
                <w:lang w:val="en-GB"/>
              </w:rPr>
            </w:pPr>
            <w:r w:rsidRPr="00C331DD">
              <w:rPr>
                <w:lang w:val="en-GB"/>
              </w:rPr>
              <w:t>-</w:t>
            </w:r>
            <w:r w:rsidRPr="00C331DD">
              <w:rPr>
                <w:b/>
                <w:lang w:val="en-GB"/>
              </w:rPr>
              <w:t>Computer with the link</w:t>
            </w:r>
            <w:r w:rsidRPr="00C331DD">
              <w:rPr>
                <w:lang w:val="en-GB"/>
              </w:rPr>
              <w:t>:</w:t>
            </w:r>
            <w:r w:rsidRPr="00DA7803">
              <w:rPr>
                <w:rFonts w:ascii="Verdana" w:hAnsi="Verdana"/>
                <w:color w:val="4F81BD" w:themeColor="accent1"/>
                <w:sz w:val="16"/>
                <w:szCs w:val="16"/>
                <w:u w:val="single"/>
                <w:lang w:val="en-GB"/>
              </w:rPr>
              <w:t xml:space="preserve"> </w:t>
            </w:r>
            <w:hyperlink r:id="rId7" w:history="1">
              <w:r w:rsidRPr="00F93CA3">
                <w:rPr>
                  <w:rStyle w:val="Hipervnculo"/>
                  <w:rFonts w:ascii="Verdana" w:hAnsi="Verdana"/>
                  <w:sz w:val="16"/>
                  <w:szCs w:val="16"/>
                  <w:lang w:val="en-GB"/>
                </w:rPr>
                <w:t>http://www.meddybemps.com/riddles/</w:t>
              </w:r>
            </w:hyperlink>
          </w:p>
          <w:p w:rsidR="00A42A87" w:rsidRDefault="00A42A87" w:rsidP="00240437">
            <w:pPr>
              <w:rPr>
                <w:rFonts w:ascii="Verdana" w:hAnsi="Verdana"/>
                <w:color w:val="4F81BD" w:themeColor="accent1"/>
                <w:sz w:val="16"/>
                <w:szCs w:val="16"/>
                <w:lang w:val="en-GB"/>
              </w:rPr>
            </w:pPr>
          </w:p>
          <w:p w:rsidR="00A42A87" w:rsidRPr="00C331DD" w:rsidRDefault="00A42A87" w:rsidP="00240437">
            <w:pPr>
              <w:rPr>
                <w:b/>
                <w:color w:val="000000" w:themeColor="text1"/>
                <w:lang w:val="en-GB"/>
              </w:rPr>
            </w:pPr>
            <w:r w:rsidRPr="00C331DD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>-Listening with headphones (Summer show song)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 xml:space="preserve"> (colouring sheet  while listening)</w:t>
            </w:r>
          </w:p>
          <w:p w:rsidR="00A42A87" w:rsidRPr="008132BC" w:rsidRDefault="00A42A87" w:rsidP="00240437">
            <w:pPr>
              <w:rPr>
                <w:lang w:val="en-GB"/>
              </w:rPr>
            </w:pPr>
          </w:p>
        </w:tc>
        <w:tc>
          <w:tcPr>
            <w:tcW w:w="1842" w:type="dxa"/>
          </w:tcPr>
          <w:p w:rsidR="00A42A87" w:rsidRDefault="00A42A87" w:rsidP="0088638B">
            <w:pPr>
              <w:rPr>
                <w:b/>
                <w:lang w:val="en-GB"/>
              </w:rPr>
            </w:pPr>
            <w:r w:rsidRPr="00D536B9">
              <w:rPr>
                <w:b/>
                <w:lang w:val="en-GB"/>
              </w:rPr>
              <w:lastRenderedPageBreak/>
              <w:t xml:space="preserve">Stations: </w:t>
            </w:r>
          </w:p>
          <w:p w:rsidR="00A42A87" w:rsidRPr="00C331DD" w:rsidRDefault="00A42A87" w:rsidP="0088638B">
            <w:pPr>
              <w:rPr>
                <w:lang w:val="en-GB"/>
              </w:rPr>
            </w:pPr>
            <w:r>
              <w:rPr>
                <w:b/>
                <w:lang w:val="en-GB"/>
              </w:rPr>
              <w:t>-</w:t>
            </w:r>
            <w:r w:rsidRPr="00C331DD">
              <w:rPr>
                <w:b/>
                <w:lang w:val="en-GB"/>
              </w:rPr>
              <w:t>Introducing new sound</w:t>
            </w:r>
            <w:r>
              <w:rPr>
                <w:lang w:val="en-GB"/>
              </w:rPr>
              <w:t xml:space="preserve"> (N</w:t>
            </w:r>
            <w:r w:rsidRPr="00C331DD">
              <w:rPr>
                <w:lang w:val="en-GB"/>
              </w:rPr>
              <w:t>) (Teacher)</w:t>
            </w:r>
          </w:p>
          <w:p w:rsidR="00A42A87" w:rsidRPr="00C331DD" w:rsidRDefault="00A42A87" w:rsidP="0088638B">
            <w:pPr>
              <w:rPr>
                <w:lang w:val="en-GB"/>
              </w:rPr>
            </w:pPr>
            <w:r w:rsidRPr="00C331DD">
              <w:rPr>
                <w:lang w:val="en-GB"/>
              </w:rPr>
              <w:t>-</w:t>
            </w:r>
            <w:r w:rsidRPr="00C331DD">
              <w:rPr>
                <w:b/>
                <w:lang w:val="en-GB"/>
              </w:rPr>
              <w:t xml:space="preserve">Summer show </w:t>
            </w:r>
            <w:r w:rsidRPr="00C331DD">
              <w:rPr>
                <w:b/>
                <w:lang w:val="en-GB"/>
              </w:rPr>
              <w:lastRenderedPageBreak/>
              <w:t>song</w:t>
            </w:r>
            <w:r w:rsidRPr="00C331DD">
              <w:rPr>
                <w:lang w:val="en-GB"/>
              </w:rPr>
              <w:t xml:space="preserve"> (Teacher)</w:t>
            </w:r>
          </w:p>
          <w:p w:rsidR="00A42A87" w:rsidRDefault="00A42A87" w:rsidP="0088638B">
            <w:pPr>
              <w:rPr>
                <w:rFonts w:ascii="Verdana" w:hAnsi="Verdana"/>
                <w:color w:val="4F81BD" w:themeColor="accent1"/>
                <w:sz w:val="16"/>
                <w:szCs w:val="16"/>
                <w:u w:val="single"/>
                <w:lang w:val="en-GB"/>
              </w:rPr>
            </w:pPr>
            <w:r w:rsidRPr="00C331DD">
              <w:rPr>
                <w:lang w:val="en-GB"/>
              </w:rPr>
              <w:t>-</w:t>
            </w:r>
            <w:r>
              <w:rPr>
                <w:b/>
                <w:lang w:val="en-GB"/>
              </w:rPr>
              <w:t>Computer with ort books</w:t>
            </w:r>
          </w:p>
          <w:p w:rsidR="00A42A87" w:rsidRPr="00433C4B" w:rsidRDefault="00A42A87" w:rsidP="0088638B">
            <w:pPr>
              <w:rPr>
                <w:rFonts w:ascii="Verdana" w:hAnsi="Verdana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color w:val="4F81BD" w:themeColor="accent1"/>
                <w:sz w:val="16"/>
                <w:szCs w:val="16"/>
                <w:lang w:val="en-GB"/>
              </w:rPr>
              <w:t>-</w:t>
            </w:r>
            <w:r w:rsidRPr="00433C4B">
              <w:rPr>
                <w:rFonts w:ascii="Verdana" w:hAnsi="Verdana"/>
                <w:b/>
                <w:color w:val="000000" w:themeColor="text1"/>
                <w:sz w:val="16"/>
                <w:szCs w:val="16"/>
                <w:lang w:val="en-GB"/>
              </w:rPr>
              <w:t>Beginning sound booklet</w:t>
            </w:r>
          </w:p>
          <w:p w:rsidR="00A42A87" w:rsidRPr="00433C4B" w:rsidRDefault="00A42A87" w:rsidP="0088638B">
            <w:pPr>
              <w:rPr>
                <w:lang w:val="en-GB"/>
              </w:rPr>
            </w:pPr>
            <w:r w:rsidRPr="00433C4B">
              <w:rPr>
                <w:color w:val="000000" w:themeColor="text1"/>
                <w:lang w:val="en-GB"/>
              </w:rPr>
              <w:t xml:space="preserve"> </w:t>
            </w:r>
          </w:p>
        </w:tc>
        <w:tc>
          <w:tcPr>
            <w:tcW w:w="1842" w:type="dxa"/>
          </w:tcPr>
          <w:p w:rsidR="00A42A87" w:rsidRPr="008132BC" w:rsidRDefault="00A42A87">
            <w:pPr>
              <w:rPr>
                <w:lang w:val="en-GB"/>
              </w:rPr>
            </w:pPr>
          </w:p>
        </w:tc>
        <w:tc>
          <w:tcPr>
            <w:tcW w:w="2240" w:type="dxa"/>
          </w:tcPr>
          <w:p w:rsidR="00A42A87" w:rsidRPr="00FA53AC" w:rsidRDefault="00A42A87" w:rsidP="00536452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A42A87" w:rsidRPr="00FA53AC" w:rsidRDefault="00A42A87">
            <w:pPr>
              <w:rPr>
                <w:lang w:val="en-US"/>
              </w:rPr>
            </w:pPr>
          </w:p>
        </w:tc>
        <w:tc>
          <w:tcPr>
            <w:tcW w:w="1517" w:type="dxa"/>
          </w:tcPr>
          <w:p w:rsidR="00A42A87" w:rsidRPr="00FA53AC" w:rsidRDefault="00A42A87" w:rsidP="006F696E">
            <w:pPr>
              <w:rPr>
                <w:lang w:val="en-US"/>
              </w:rPr>
            </w:pPr>
          </w:p>
        </w:tc>
      </w:tr>
      <w:tr w:rsidR="00A42A87" w:rsidRPr="00D536B9" w:rsidTr="00A42A87">
        <w:trPr>
          <w:trHeight w:val="1272"/>
        </w:trPr>
        <w:tc>
          <w:tcPr>
            <w:tcW w:w="1781" w:type="dxa"/>
          </w:tcPr>
          <w:p w:rsidR="00A42A87" w:rsidRPr="00E20E5B" w:rsidRDefault="00A42A87" w:rsidP="00E20E5B">
            <w:pPr>
              <w:pStyle w:val="Sinespaciado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proofErr w:type="spellStart"/>
            <w:r w:rsidRPr="00E20E5B">
              <w:rPr>
                <w:rFonts w:asciiTheme="minorHAnsi" w:hAnsiTheme="minorHAnsi" w:cstheme="minorHAnsi"/>
                <w:b/>
                <w:sz w:val="20"/>
                <w:lang w:val="en-US"/>
              </w:rPr>
              <w:lastRenderedPageBreak/>
              <w:t>Visual&amp;presenting</w:t>
            </w:r>
            <w:proofErr w:type="spellEnd"/>
          </w:p>
          <w:p w:rsidR="00A42A87" w:rsidRPr="00E20E5B" w:rsidRDefault="00A42A87" w:rsidP="00EE4265">
            <w:pPr>
              <w:pStyle w:val="Sinespaciado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E20E5B">
              <w:rPr>
                <w:rFonts w:ascii="Calibri" w:hAnsi="Calibri"/>
                <w:color w:val="000000"/>
                <w:sz w:val="20"/>
                <w:lang w:val="en-US"/>
              </w:rPr>
              <w:t>Shows</w:t>
            </w:r>
          </w:p>
          <w:p w:rsidR="00A42A87" w:rsidRPr="00E20E5B" w:rsidRDefault="00A42A87" w:rsidP="00EE4265">
            <w:pPr>
              <w:pStyle w:val="Sinespaciado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E20E5B">
              <w:rPr>
                <w:rFonts w:ascii="Calibri" w:hAnsi="Calibri"/>
                <w:color w:val="000000"/>
                <w:sz w:val="20"/>
                <w:lang w:val="en-US"/>
              </w:rPr>
              <w:t>Understanding by explaining how visual images influence our behavior. (Unit 5 y 6)</w:t>
            </w:r>
          </w:p>
          <w:p w:rsidR="00A42A87" w:rsidRPr="00B24AD9" w:rsidRDefault="00A42A87" w:rsidP="00D536B9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</w:tcPr>
          <w:p w:rsidR="00A42A87" w:rsidRPr="00FA53AC" w:rsidRDefault="00A42A87" w:rsidP="007D18B7">
            <w:pPr>
              <w:rPr>
                <w:lang w:val="en-US"/>
              </w:rPr>
            </w:pPr>
          </w:p>
        </w:tc>
        <w:tc>
          <w:tcPr>
            <w:tcW w:w="1588" w:type="dxa"/>
          </w:tcPr>
          <w:p w:rsidR="00A42A87" w:rsidRDefault="00A42A87" w:rsidP="00240437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A42A87" w:rsidRPr="00D536B9" w:rsidRDefault="00A42A87" w:rsidP="0088638B">
            <w:pPr>
              <w:rPr>
                <w:lang w:val="en-GB"/>
              </w:rPr>
            </w:pPr>
          </w:p>
        </w:tc>
        <w:tc>
          <w:tcPr>
            <w:tcW w:w="1842" w:type="dxa"/>
          </w:tcPr>
          <w:p w:rsidR="00A42A87" w:rsidRPr="00D536B9" w:rsidRDefault="00A42A87" w:rsidP="00D536B9">
            <w:pPr>
              <w:rPr>
                <w:lang w:val="en-GB"/>
              </w:rPr>
            </w:pPr>
          </w:p>
        </w:tc>
        <w:tc>
          <w:tcPr>
            <w:tcW w:w="2240" w:type="dxa"/>
          </w:tcPr>
          <w:p w:rsidR="00A42A87" w:rsidRPr="00FA53AC" w:rsidRDefault="00A42A87" w:rsidP="00536452">
            <w:pPr>
              <w:rPr>
                <w:lang w:val="en-US"/>
              </w:rPr>
            </w:pPr>
            <w:r>
              <w:rPr>
                <w:lang w:val="en-US"/>
              </w:rPr>
              <w:t>Game with visual texts</w:t>
            </w:r>
            <w:bookmarkStart w:id="0" w:name="_GoBack"/>
            <w:bookmarkEnd w:id="0"/>
          </w:p>
        </w:tc>
        <w:tc>
          <w:tcPr>
            <w:tcW w:w="2268" w:type="dxa"/>
          </w:tcPr>
          <w:p w:rsidR="00A42A87" w:rsidRPr="00FA53AC" w:rsidRDefault="00A42A87">
            <w:pPr>
              <w:rPr>
                <w:lang w:val="en-US"/>
              </w:rPr>
            </w:pPr>
          </w:p>
        </w:tc>
        <w:tc>
          <w:tcPr>
            <w:tcW w:w="1517" w:type="dxa"/>
          </w:tcPr>
          <w:p w:rsidR="00A42A87" w:rsidRPr="00FA53AC" w:rsidRDefault="00A42A87" w:rsidP="006F696E">
            <w:pPr>
              <w:rPr>
                <w:lang w:val="en-US"/>
              </w:rPr>
            </w:pPr>
          </w:p>
        </w:tc>
      </w:tr>
      <w:tr w:rsidR="00A42A87" w:rsidRPr="00A42A87" w:rsidTr="00A42A87">
        <w:trPr>
          <w:trHeight w:val="1272"/>
        </w:trPr>
        <w:tc>
          <w:tcPr>
            <w:tcW w:w="1781" w:type="dxa"/>
          </w:tcPr>
          <w:p w:rsidR="00A42A87" w:rsidRDefault="00A42A87" w:rsidP="00EE4265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7C688C">
              <w:rPr>
                <w:rFonts w:cstheme="minorHAnsi"/>
                <w:b/>
                <w:sz w:val="20"/>
                <w:szCs w:val="20"/>
                <w:lang w:val="en-US"/>
              </w:rPr>
              <w:t>Written: writing</w:t>
            </w:r>
          </w:p>
          <w:p w:rsidR="00A42A87" w:rsidRDefault="00A42A87" w:rsidP="00EE4265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-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Writes assigning meaning to messages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   </w:t>
            </w:r>
            <w:r w:rsidRPr="0078778F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(Morning message: taking in on account the structure of it)</w:t>
            </w:r>
          </w:p>
          <w:p w:rsidR="00A42A87" w:rsidRPr="00D536B9" w:rsidRDefault="00A42A87" w:rsidP="001164C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</w:tcPr>
          <w:p w:rsidR="00A42A87" w:rsidRDefault="00A42A87" w:rsidP="007D18B7">
            <w:pPr>
              <w:rPr>
                <w:lang w:val="en-US"/>
              </w:rPr>
            </w:pPr>
          </w:p>
        </w:tc>
        <w:tc>
          <w:tcPr>
            <w:tcW w:w="1588" w:type="dxa"/>
          </w:tcPr>
          <w:p w:rsidR="00A42A87" w:rsidRDefault="00A42A87" w:rsidP="00536452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A42A87" w:rsidRDefault="00A42A87" w:rsidP="0088638B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Everyday basis</w:t>
            </w:r>
          </w:p>
          <w:p w:rsidR="00A42A87" w:rsidRDefault="00A42A87" w:rsidP="0088638B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(Turns)</w:t>
            </w:r>
          </w:p>
          <w:p w:rsidR="00A42A87" w:rsidRPr="00FA53AC" w:rsidRDefault="00A42A87" w:rsidP="0088638B">
            <w:pPr>
              <w:rPr>
                <w:lang w:val="en-US"/>
              </w:rPr>
            </w:pPr>
            <w:r>
              <w:rPr>
                <w:b/>
                <w:lang w:val="en-GB"/>
              </w:rPr>
              <w:t xml:space="preserve"> </w:t>
            </w:r>
            <w:r w:rsidRPr="00D536B9">
              <w:rPr>
                <w:lang w:val="en-GB"/>
              </w:rPr>
              <w:t>A volunteer</w:t>
            </w:r>
            <w:r>
              <w:rPr>
                <w:lang w:val="en-GB"/>
              </w:rPr>
              <w:t xml:space="preserve"> will write the morning message having in mind the structure.</w:t>
            </w:r>
          </w:p>
        </w:tc>
        <w:tc>
          <w:tcPr>
            <w:tcW w:w="1842" w:type="dxa"/>
          </w:tcPr>
          <w:p w:rsidR="00A42A87" w:rsidRDefault="00A42A87" w:rsidP="00EE426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Everyday basis</w:t>
            </w:r>
          </w:p>
          <w:p w:rsidR="00A42A87" w:rsidRDefault="00A42A87" w:rsidP="00EE426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(Turns)</w:t>
            </w:r>
          </w:p>
          <w:p w:rsidR="00A42A87" w:rsidRPr="008132BC" w:rsidRDefault="00A42A87" w:rsidP="00EE4265">
            <w:pPr>
              <w:rPr>
                <w:lang w:val="en-GB"/>
              </w:rPr>
            </w:pPr>
            <w:r>
              <w:rPr>
                <w:b/>
                <w:lang w:val="en-GB"/>
              </w:rPr>
              <w:t xml:space="preserve"> </w:t>
            </w:r>
            <w:r w:rsidRPr="00D536B9">
              <w:rPr>
                <w:lang w:val="en-GB"/>
              </w:rPr>
              <w:t>A volunteer</w:t>
            </w:r>
            <w:r>
              <w:rPr>
                <w:lang w:val="en-GB"/>
              </w:rPr>
              <w:t xml:space="preserve"> will write the morning message having in mind the structure.</w:t>
            </w:r>
          </w:p>
        </w:tc>
        <w:tc>
          <w:tcPr>
            <w:tcW w:w="2240" w:type="dxa"/>
          </w:tcPr>
          <w:p w:rsidR="00A42A87" w:rsidRDefault="00A42A87" w:rsidP="00A42A8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Everyday basis</w:t>
            </w:r>
          </w:p>
          <w:p w:rsidR="00A42A87" w:rsidRDefault="00A42A87" w:rsidP="00A42A8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(Turns)</w:t>
            </w:r>
          </w:p>
          <w:p w:rsidR="00A42A87" w:rsidRPr="00FA53AC" w:rsidRDefault="00A42A87" w:rsidP="00A42A87">
            <w:pPr>
              <w:rPr>
                <w:lang w:val="en-US"/>
              </w:rPr>
            </w:pPr>
            <w:r>
              <w:rPr>
                <w:b/>
                <w:lang w:val="en-GB"/>
              </w:rPr>
              <w:t xml:space="preserve"> </w:t>
            </w:r>
            <w:r w:rsidRPr="00D536B9">
              <w:rPr>
                <w:lang w:val="en-GB"/>
              </w:rPr>
              <w:t>A volunteer</w:t>
            </w:r>
            <w:r>
              <w:rPr>
                <w:lang w:val="en-GB"/>
              </w:rPr>
              <w:t xml:space="preserve"> will write the morning message having in mind the structure.</w:t>
            </w:r>
          </w:p>
        </w:tc>
        <w:tc>
          <w:tcPr>
            <w:tcW w:w="2268" w:type="dxa"/>
          </w:tcPr>
          <w:p w:rsidR="00A42A87" w:rsidRDefault="00A42A87" w:rsidP="00A42A8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Everyday basis</w:t>
            </w:r>
          </w:p>
          <w:p w:rsidR="00A42A87" w:rsidRDefault="00A42A87" w:rsidP="00A42A8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(Turns)</w:t>
            </w:r>
          </w:p>
          <w:p w:rsidR="00A42A87" w:rsidRPr="00FA53AC" w:rsidRDefault="00A42A87" w:rsidP="00A42A87">
            <w:pPr>
              <w:rPr>
                <w:lang w:val="en-US"/>
              </w:rPr>
            </w:pPr>
            <w:r>
              <w:rPr>
                <w:b/>
                <w:lang w:val="en-GB"/>
              </w:rPr>
              <w:t xml:space="preserve"> </w:t>
            </w:r>
            <w:r w:rsidRPr="00D536B9">
              <w:rPr>
                <w:lang w:val="en-GB"/>
              </w:rPr>
              <w:t>A volunteer</w:t>
            </w:r>
            <w:r>
              <w:rPr>
                <w:lang w:val="en-GB"/>
              </w:rPr>
              <w:t xml:space="preserve"> will write the morning message having in mind the structure</w:t>
            </w:r>
          </w:p>
        </w:tc>
        <w:tc>
          <w:tcPr>
            <w:tcW w:w="1517" w:type="dxa"/>
          </w:tcPr>
          <w:p w:rsidR="00A42A87" w:rsidRPr="00FA53AC" w:rsidRDefault="00A42A87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CF50CA"/>
    <w:multiLevelType w:val="hybridMultilevel"/>
    <w:tmpl w:val="9DF8C0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63C60"/>
    <w:multiLevelType w:val="hybridMultilevel"/>
    <w:tmpl w:val="8CCE276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28963F4"/>
    <w:multiLevelType w:val="hybridMultilevel"/>
    <w:tmpl w:val="C91EFD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322696"/>
    <w:multiLevelType w:val="hybridMultilevel"/>
    <w:tmpl w:val="8C8EC6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82"/>
    <w:rsid w:val="0000483C"/>
    <w:rsid w:val="0003246F"/>
    <w:rsid w:val="000923D9"/>
    <w:rsid w:val="001164CE"/>
    <w:rsid w:val="0014345D"/>
    <w:rsid w:val="001B652C"/>
    <w:rsid w:val="001B7874"/>
    <w:rsid w:val="001C243C"/>
    <w:rsid w:val="001C32BE"/>
    <w:rsid w:val="001F691C"/>
    <w:rsid w:val="0020149A"/>
    <w:rsid w:val="002305DB"/>
    <w:rsid w:val="00245788"/>
    <w:rsid w:val="00264492"/>
    <w:rsid w:val="00264B1B"/>
    <w:rsid w:val="002825A2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618D7"/>
    <w:rsid w:val="0038020B"/>
    <w:rsid w:val="003956E8"/>
    <w:rsid w:val="00433C4B"/>
    <w:rsid w:val="0044180B"/>
    <w:rsid w:val="0044297C"/>
    <w:rsid w:val="0045346E"/>
    <w:rsid w:val="004B48F8"/>
    <w:rsid w:val="004D306F"/>
    <w:rsid w:val="004F5538"/>
    <w:rsid w:val="00536452"/>
    <w:rsid w:val="005509B4"/>
    <w:rsid w:val="005711A4"/>
    <w:rsid w:val="005738F7"/>
    <w:rsid w:val="005A600A"/>
    <w:rsid w:val="00615745"/>
    <w:rsid w:val="006178CE"/>
    <w:rsid w:val="006324A2"/>
    <w:rsid w:val="006664D5"/>
    <w:rsid w:val="00682766"/>
    <w:rsid w:val="00695040"/>
    <w:rsid w:val="006A1842"/>
    <w:rsid w:val="006F2DB8"/>
    <w:rsid w:val="006F696E"/>
    <w:rsid w:val="00726FEB"/>
    <w:rsid w:val="007432E0"/>
    <w:rsid w:val="00785B55"/>
    <w:rsid w:val="007E3654"/>
    <w:rsid w:val="00806C01"/>
    <w:rsid w:val="0081077E"/>
    <w:rsid w:val="008132BC"/>
    <w:rsid w:val="00843566"/>
    <w:rsid w:val="0085391E"/>
    <w:rsid w:val="00861282"/>
    <w:rsid w:val="00870DF1"/>
    <w:rsid w:val="00896A3C"/>
    <w:rsid w:val="008A7D0B"/>
    <w:rsid w:val="008C24AB"/>
    <w:rsid w:val="008D2F53"/>
    <w:rsid w:val="00906CA2"/>
    <w:rsid w:val="009078F1"/>
    <w:rsid w:val="0097367D"/>
    <w:rsid w:val="00993DC1"/>
    <w:rsid w:val="009D55ED"/>
    <w:rsid w:val="009F0181"/>
    <w:rsid w:val="00A14C1C"/>
    <w:rsid w:val="00A27465"/>
    <w:rsid w:val="00A352BF"/>
    <w:rsid w:val="00A422EC"/>
    <w:rsid w:val="00A42A87"/>
    <w:rsid w:val="00A47530"/>
    <w:rsid w:val="00A502B5"/>
    <w:rsid w:val="00A70323"/>
    <w:rsid w:val="00AB62C6"/>
    <w:rsid w:val="00AD48C4"/>
    <w:rsid w:val="00AE4D95"/>
    <w:rsid w:val="00B227C3"/>
    <w:rsid w:val="00B34852"/>
    <w:rsid w:val="00B37407"/>
    <w:rsid w:val="00B453BB"/>
    <w:rsid w:val="00B81719"/>
    <w:rsid w:val="00C32341"/>
    <w:rsid w:val="00C331DD"/>
    <w:rsid w:val="00C464FC"/>
    <w:rsid w:val="00C554C1"/>
    <w:rsid w:val="00CD156A"/>
    <w:rsid w:val="00CE1AB7"/>
    <w:rsid w:val="00D536B9"/>
    <w:rsid w:val="00E01EE4"/>
    <w:rsid w:val="00E20E5B"/>
    <w:rsid w:val="00E25D32"/>
    <w:rsid w:val="00E54AE3"/>
    <w:rsid w:val="00E6457B"/>
    <w:rsid w:val="00E82DED"/>
    <w:rsid w:val="00EE4265"/>
    <w:rsid w:val="00F046FC"/>
    <w:rsid w:val="00F05C6E"/>
    <w:rsid w:val="00F20AA3"/>
    <w:rsid w:val="00F24489"/>
    <w:rsid w:val="00F32345"/>
    <w:rsid w:val="00F94A5D"/>
    <w:rsid w:val="00FA0AD4"/>
    <w:rsid w:val="00FA2415"/>
    <w:rsid w:val="00FA53AC"/>
    <w:rsid w:val="00FB1C37"/>
    <w:rsid w:val="00FD14E5"/>
    <w:rsid w:val="00FE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FA241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FA241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eddybemps.com/riddle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adri&#241;an\Desktop\Spread%20sheet%20%20L2%20nov%20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08006-94E2-4796-9A9D-A6AFCBECE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Spread sheet  L2 nov 2012</Template>
  <TotalTime>0</TotalTime>
  <Pages>2</Pages>
  <Words>516</Words>
  <Characters>2840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Madriñan</dc:creator>
  <cp:lastModifiedBy>usuario</cp:lastModifiedBy>
  <cp:revision>2</cp:revision>
  <cp:lastPrinted>2012-11-15T19:02:00Z</cp:lastPrinted>
  <dcterms:created xsi:type="dcterms:W3CDTF">2013-05-20T01:55:00Z</dcterms:created>
  <dcterms:modified xsi:type="dcterms:W3CDTF">2013-05-20T01:55:00Z</dcterms:modified>
</cp:coreProperties>
</file>